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7B" w:rsidRDefault="00081388">
      <w:r>
        <w:t>Password</w:t>
      </w:r>
    </w:p>
    <w:p w:rsidR="00081388" w:rsidRDefault="00081388">
      <w:r>
        <w:t>Choose a password with 3 of the 4</w:t>
      </w:r>
    </w:p>
    <w:p w:rsidR="00081388" w:rsidRDefault="00081388" w:rsidP="00081388">
      <w:pPr>
        <w:pStyle w:val="ListParagraph"/>
        <w:numPr>
          <w:ilvl w:val="0"/>
          <w:numId w:val="1"/>
        </w:numPr>
      </w:pPr>
      <w:r>
        <w:t>Lower case letters</w:t>
      </w:r>
    </w:p>
    <w:p w:rsidR="00081388" w:rsidRDefault="00081388" w:rsidP="00081388">
      <w:pPr>
        <w:pStyle w:val="ListParagraph"/>
        <w:numPr>
          <w:ilvl w:val="0"/>
          <w:numId w:val="1"/>
        </w:numPr>
      </w:pPr>
      <w:r>
        <w:t>Upper case letters</w:t>
      </w:r>
    </w:p>
    <w:p w:rsidR="00081388" w:rsidRDefault="00081388" w:rsidP="00081388">
      <w:pPr>
        <w:pStyle w:val="ListParagraph"/>
        <w:numPr>
          <w:ilvl w:val="0"/>
          <w:numId w:val="1"/>
        </w:numPr>
      </w:pPr>
      <w:r>
        <w:t>Numbers</w:t>
      </w:r>
    </w:p>
    <w:p w:rsidR="00081388" w:rsidRDefault="00081388" w:rsidP="00081388">
      <w:pPr>
        <w:pStyle w:val="ListParagraph"/>
        <w:numPr>
          <w:ilvl w:val="0"/>
          <w:numId w:val="1"/>
        </w:numPr>
      </w:pPr>
      <w:r>
        <w:t>Symbols (*#$&amp;)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81388" w:rsidTr="00081388">
        <w:tc>
          <w:tcPr>
            <w:tcW w:w="3192" w:type="dxa"/>
            <w:shd w:val="clear" w:color="auto" w:fill="00B0F0"/>
          </w:tcPr>
          <w:p w:rsidR="00081388" w:rsidRPr="00081388" w:rsidRDefault="00081388" w:rsidP="00081388">
            <w:pPr>
              <w:jc w:val="center"/>
              <w:rPr>
                <w:b/>
                <w:color w:val="FFFFFF" w:themeColor="background1"/>
              </w:rPr>
            </w:pPr>
            <w:r w:rsidRPr="00081388">
              <w:rPr>
                <w:b/>
                <w:color w:val="FFFFFF" w:themeColor="background1"/>
              </w:rPr>
              <w:t>Account</w:t>
            </w:r>
          </w:p>
        </w:tc>
        <w:tc>
          <w:tcPr>
            <w:tcW w:w="3192" w:type="dxa"/>
            <w:shd w:val="clear" w:color="auto" w:fill="00B0F0"/>
          </w:tcPr>
          <w:p w:rsidR="00081388" w:rsidRPr="00081388" w:rsidRDefault="00081388" w:rsidP="00081388">
            <w:pPr>
              <w:jc w:val="center"/>
              <w:rPr>
                <w:b/>
                <w:color w:val="FFFFFF" w:themeColor="background1"/>
              </w:rPr>
            </w:pPr>
            <w:r w:rsidRPr="00081388">
              <w:rPr>
                <w:b/>
                <w:color w:val="FFFFFF" w:themeColor="background1"/>
              </w:rPr>
              <w:t>Username</w:t>
            </w:r>
            <w:r>
              <w:rPr>
                <w:b/>
                <w:color w:val="FFFFFF" w:themeColor="background1"/>
              </w:rPr>
              <w:t xml:space="preserve">/email </w:t>
            </w:r>
          </w:p>
        </w:tc>
        <w:tc>
          <w:tcPr>
            <w:tcW w:w="3192" w:type="dxa"/>
            <w:shd w:val="clear" w:color="auto" w:fill="00B0F0"/>
          </w:tcPr>
          <w:p w:rsidR="00081388" w:rsidRPr="00081388" w:rsidRDefault="00081388" w:rsidP="00081388">
            <w:pPr>
              <w:jc w:val="center"/>
              <w:rPr>
                <w:b/>
                <w:color w:val="FFFFFF" w:themeColor="background1"/>
              </w:rPr>
            </w:pPr>
            <w:r w:rsidRPr="00081388">
              <w:rPr>
                <w:b/>
                <w:color w:val="FFFFFF" w:themeColor="background1"/>
              </w:rPr>
              <w:t>Password</w:t>
            </w:r>
          </w:p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  <w:tr w:rsidR="00081388" w:rsidTr="00081388"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  <w:tc>
          <w:tcPr>
            <w:tcW w:w="3192" w:type="dxa"/>
          </w:tcPr>
          <w:p w:rsidR="00081388" w:rsidRDefault="00081388"/>
        </w:tc>
      </w:tr>
    </w:tbl>
    <w:p w:rsidR="00081388" w:rsidRDefault="00081388"/>
    <w:sectPr w:rsidR="00081388" w:rsidSect="00814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41616"/>
    <w:multiLevelType w:val="hybridMultilevel"/>
    <w:tmpl w:val="12768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attachedTemplate r:id="rId1"/>
  <w:defaultTabStop w:val="720"/>
  <w:characterSpacingControl w:val="doNotCompress"/>
  <w:compat>
    <w:useFELayout/>
  </w:compat>
  <w:rsids>
    <w:rsidRoot w:val="00081388"/>
    <w:rsid w:val="00003543"/>
    <w:rsid w:val="00081388"/>
    <w:rsid w:val="00150DE0"/>
    <w:rsid w:val="00197CDE"/>
    <w:rsid w:val="00202ADC"/>
    <w:rsid w:val="00216C3A"/>
    <w:rsid w:val="0035592E"/>
    <w:rsid w:val="003D5B36"/>
    <w:rsid w:val="00404FA3"/>
    <w:rsid w:val="004070D4"/>
    <w:rsid w:val="004437EA"/>
    <w:rsid w:val="00450CCC"/>
    <w:rsid w:val="004710F0"/>
    <w:rsid w:val="004B5733"/>
    <w:rsid w:val="004F4BA9"/>
    <w:rsid w:val="00513F7E"/>
    <w:rsid w:val="00515A54"/>
    <w:rsid w:val="00581487"/>
    <w:rsid w:val="005E06F6"/>
    <w:rsid w:val="005F4971"/>
    <w:rsid w:val="006F4536"/>
    <w:rsid w:val="0070316B"/>
    <w:rsid w:val="007053B7"/>
    <w:rsid w:val="00761566"/>
    <w:rsid w:val="007761AB"/>
    <w:rsid w:val="00791D09"/>
    <w:rsid w:val="007E6547"/>
    <w:rsid w:val="007F0478"/>
    <w:rsid w:val="0081437B"/>
    <w:rsid w:val="008349E6"/>
    <w:rsid w:val="00907FAD"/>
    <w:rsid w:val="00916AF2"/>
    <w:rsid w:val="00945AAD"/>
    <w:rsid w:val="009E2102"/>
    <w:rsid w:val="009F77B1"/>
    <w:rsid w:val="00A240AC"/>
    <w:rsid w:val="00A3488F"/>
    <w:rsid w:val="00A629C0"/>
    <w:rsid w:val="00A97069"/>
    <w:rsid w:val="00AB66F9"/>
    <w:rsid w:val="00AC28A0"/>
    <w:rsid w:val="00B01F93"/>
    <w:rsid w:val="00B036E8"/>
    <w:rsid w:val="00B176AF"/>
    <w:rsid w:val="00B35F3D"/>
    <w:rsid w:val="00B548E3"/>
    <w:rsid w:val="00B60EAE"/>
    <w:rsid w:val="00B719C9"/>
    <w:rsid w:val="00BA2E2E"/>
    <w:rsid w:val="00BF092E"/>
    <w:rsid w:val="00BF6B27"/>
    <w:rsid w:val="00D3327F"/>
    <w:rsid w:val="00D73D9E"/>
    <w:rsid w:val="00D77094"/>
    <w:rsid w:val="00E66F8D"/>
    <w:rsid w:val="00E75E94"/>
    <w:rsid w:val="00EA12C8"/>
    <w:rsid w:val="00EB73EF"/>
    <w:rsid w:val="00EB7B06"/>
    <w:rsid w:val="00ED3885"/>
    <w:rsid w:val="00EF4714"/>
    <w:rsid w:val="00F016F9"/>
    <w:rsid w:val="00F20335"/>
    <w:rsid w:val="00F37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helfant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7FAA76B8-ECF0-4C48-8A15-DDA8ACEA685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>MICDS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MICDS Student</dc:creator>
  <cp:keywords/>
  <dc:description/>
  <cp:lastModifiedBy>MICDS Student</cp:lastModifiedBy>
  <cp:revision>1</cp:revision>
  <dcterms:created xsi:type="dcterms:W3CDTF">2010-06-27T23:55:00Z</dcterms:created>
  <dcterms:modified xsi:type="dcterms:W3CDTF">2010-06-27T23:58:00Z</dcterms:modified>
</cp:coreProperties>
</file>